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9A4" w:rsidRDefault="00E419A4" w:rsidP="00E419A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12E46" w:rsidRDefault="00D90C43">
      <w:pPr>
        <w:pStyle w:val="Nadpis1"/>
      </w:pPr>
      <w:r>
        <w:t>129/12</w:t>
      </w:r>
      <w:r w:rsidR="001B77CE">
        <w:t xml:space="preserve"> 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1B77CE" w:rsidRPr="001B77CE" w:rsidRDefault="001B77CE" w:rsidP="000B4C9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1B77CE">
        <w:rPr>
          <w:b/>
        </w:rPr>
        <w:t xml:space="preserve">1) </w:t>
      </w:r>
      <w:r w:rsidR="000B4C93">
        <w:rPr>
          <w:b/>
        </w:rPr>
        <w:t>Souhlas s</w:t>
      </w:r>
      <w:r w:rsidR="00150293">
        <w:rPr>
          <w:b/>
        </w:rPr>
        <w:t> čerpáním z investičního fondu MěKS Strakonice</w:t>
      </w:r>
      <w:r w:rsidR="000B4C93">
        <w:rPr>
          <w:b/>
        </w:rPr>
        <w:t xml:space="preserve">. </w:t>
      </w:r>
    </w:p>
    <w:p w:rsidR="000B4C93" w:rsidRDefault="000B4C93">
      <w:pPr>
        <w:widowControl w:val="0"/>
        <w:autoSpaceDE w:val="0"/>
        <w:autoSpaceDN w:val="0"/>
        <w:adjustRightInd w:val="0"/>
        <w:rPr>
          <w:b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D90C43">
        <w:t>12</w:t>
      </w:r>
      <w:r w:rsidR="00973FEA">
        <w:t>.</w:t>
      </w:r>
      <w:r w:rsidR="00D90C43">
        <w:t>6</w:t>
      </w:r>
      <w:r w:rsidR="00973FEA">
        <w:t>.201</w:t>
      </w:r>
      <w:r w:rsidR="00D90C43">
        <w:t>9</w:t>
      </w:r>
      <w:proofErr w:type="gramEnd"/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 w:rsidP="001B77CE">
      <w:pPr>
        <w:pStyle w:val="Nadpis2"/>
        <w:jc w:val="both"/>
      </w:pPr>
      <w:r w:rsidRPr="001B77CE">
        <w:lastRenderedPageBreak/>
        <w:t xml:space="preserve">1) </w:t>
      </w:r>
      <w:r w:rsidR="00C531E9" w:rsidRPr="00295E7A">
        <w:t xml:space="preserve">Souhlas </w:t>
      </w:r>
      <w:r w:rsidR="00295E7A" w:rsidRPr="00295E7A">
        <w:t>s čerpáním z investičního fondu MěKS Strakonice</w:t>
      </w:r>
      <w:r w:rsidR="00C531E9" w:rsidRPr="00295E7A">
        <w:t>.</w:t>
      </w: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12E46" w:rsidRDefault="00612E46" w:rsidP="00C531E9">
      <w:bookmarkStart w:id="0" w:name="_GoBack"/>
      <w:bookmarkEnd w:id="0"/>
      <w:r>
        <w:t>Návrh usnesení:</w:t>
      </w:r>
    </w:p>
    <w:p w:rsidR="00612E46" w:rsidRDefault="00612E46" w:rsidP="00C531E9">
      <w:r>
        <w:t>RM po projednání</w:t>
      </w:r>
    </w:p>
    <w:p w:rsidR="00C531E9" w:rsidRDefault="00C531E9" w:rsidP="00C531E9">
      <w:pPr>
        <w:rPr>
          <w:b/>
        </w:rPr>
      </w:pPr>
    </w:p>
    <w:p w:rsidR="00C531E9" w:rsidRPr="00C531E9" w:rsidRDefault="00612E46" w:rsidP="00C531E9">
      <w:pPr>
        <w:rPr>
          <w:b/>
        </w:rPr>
      </w:pPr>
      <w:r w:rsidRPr="00C531E9">
        <w:rPr>
          <w:b/>
        </w:rPr>
        <w:t xml:space="preserve">I. </w:t>
      </w:r>
      <w:r w:rsidR="00C531E9" w:rsidRPr="00C531E9">
        <w:rPr>
          <w:b/>
        </w:rPr>
        <w:t>Souhlasí</w:t>
      </w:r>
      <w:r w:rsidRPr="00C531E9">
        <w:rPr>
          <w:b/>
        </w:rPr>
        <w:t xml:space="preserve"> </w:t>
      </w:r>
    </w:p>
    <w:p w:rsidR="00C531E9" w:rsidRDefault="00295E7A" w:rsidP="00C531E9">
      <w:pPr>
        <w:jc w:val="both"/>
      </w:pPr>
      <w:r>
        <w:t>S čerpáním z investičního fondu MěKS Strakonice na níže uvedené položky:</w:t>
      </w:r>
    </w:p>
    <w:p w:rsidR="00295E7A" w:rsidRDefault="00D90C43" w:rsidP="00295E7A">
      <w:proofErr w:type="spellStart"/>
      <w:r>
        <w:t>Stage</w:t>
      </w:r>
      <w:proofErr w:type="spellEnd"/>
      <w:r>
        <w:t xml:space="preserve"> box </w:t>
      </w:r>
      <w:proofErr w:type="spellStart"/>
      <w:r>
        <w:t>Soundcraft</w:t>
      </w:r>
      <w:proofErr w:type="spellEnd"/>
      <w:r>
        <w:t xml:space="preserve"> včetně příslušenství v celkové hodnotě 99.500 Kč bez DPH</w:t>
      </w:r>
    </w:p>
    <w:p w:rsidR="001C79D8" w:rsidRDefault="001C79D8" w:rsidP="00295E7A"/>
    <w:p w:rsidR="00C531E9" w:rsidRDefault="00C531E9" w:rsidP="00C531E9"/>
    <w:sectPr w:rsidR="00C53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0B4C93"/>
    <w:rsid w:val="00150293"/>
    <w:rsid w:val="00192970"/>
    <w:rsid w:val="001B77CE"/>
    <w:rsid w:val="001C79D8"/>
    <w:rsid w:val="00295E7A"/>
    <w:rsid w:val="005324F1"/>
    <w:rsid w:val="00612E46"/>
    <w:rsid w:val="006D1A30"/>
    <w:rsid w:val="008772CC"/>
    <w:rsid w:val="00973FEA"/>
    <w:rsid w:val="00B11ECB"/>
    <w:rsid w:val="00C3564B"/>
    <w:rsid w:val="00C531E9"/>
    <w:rsid w:val="00D90C43"/>
    <w:rsid w:val="00E4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8DBD1-AA58-4305-AA10-03A9D632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semiHidden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6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5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1</TotalTime>
  <Pages>2</Pages>
  <Words>97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Eva Mácková</cp:lastModifiedBy>
  <cp:revision>3</cp:revision>
  <cp:lastPrinted>2019-06-10T07:33:00Z</cp:lastPrinted>
  <dcterms:created xsi:type="dcterms:W3CDTF">2019-06-10T07:34:00Z</dcterms:created>
  <dcterms:modified xsi:type="dcterms:W3CDTF">2019-06-12T09:23:00Z</dcterms:modified>
</cp:coreProperties>
</file>